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9D" w:rsidRPr="00556A74" w:rsidRDefault="006A309D" w:rsidP="00556A74">
      <w:pPr>
        <w:spacing w:line="240" w:lineRule="auto"/>
        <w:rPr>
          <w:b/>
          <w:bCs/>
          <w:sz w:val="20"/>
          <w:szCs w:val="20"/>
        </w:rPr>
      </w:pPr>
      <w:r w:rsidRPr="00556A74">
        <w:rPr>
          <w:b/>
          <w:bCs/>
          <w:sz w:val="20"/>
          <w:szCs w:val="20"/>
        </w:rPr>
        <w:t>Name___________________________________________________Date______</w:t>
      </w:r>
      <w:r>
        <w:rPr>
          <w:b/>
          <w:bCs/>
          <w:sz w:val="20"/>
          <w:szCs w:val="20"/>
        </w:rPr>
        <w:t>_______</w:t>
      </w:r>
      <w:r w:rsidRPr="00556A74">
        <w:rPr>
          <w:b/>
          <w:bCs/>
          <w:sz w:val="20"/>
          <w:szCs w:val="20"/>
        </w:rPr>
        <w:t>___Mod_____</w:t>
      </w:r>
      <w:r>
        <w:rPr>
          <w:b/>
          <w:bCs/>
          <w:sz w:val="20"/>
          <w:szCs w:val="20"/>
        </w:rPr>
        <w:t>_______</w:t>
      </w:r>
    </w:p>
    <w:p w:rsidR="006A309D" w:rsidRPr="00556A74" w:rsidRDefault="006A309D" w:rsidP="00376C7E">
      <w:pPr>
        <w:jc w:val="center"/>
        <w:rPr>
          <w:b/>
          <w:bCs/>
          <w:sz w:val="24"/>
          <w:szCs w:val="24"/>
        </w:rPr>
      </w:pPr>
      <w:r w:rsidRPr="00556A74">
        <w:rPr>
          <w:b/>
          <w:bCs/>
          <w:sz w:val="24"/>
          <w:szCs w:val="24"/>
        </w:rPr>
        <w:t>Evaluating a Website Question Guide</w:t>
      </w:r>
    </w:p>
    <w:tbl>
      <w:tblPr>
        <w:tblW w:w="45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08"/>
        <w:gridCol w:w="400"/>
        <w:gridCol w:w="8820"/>
      </w:tblGrid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What is the title of the page?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 xml:space="preserve">The title of the page is </w:t>
            </w: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2" o:spid="_x0000_i1026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Where did you find it (URL)?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>http://</w:t>
            </w: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3" o:spid="_x0000_i1027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Check the main home page:</w:t>
            </w:r>
            <w:r w:rsidRPr="00376C7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 xml:space="preserve">The title of the home page is </w:t>
            </w: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4" o:spid="_x0000_i1028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Who is the organization, company, university, or person that sponsors this site?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 xml:space="preserve">This page is sponsored by </w:t>
            </w:r>
          </w:p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56A74">
              <w:rPr>
                <w:rFonts w:ascii="Times New Roman" w:hAnsi="Times New Roman" w:cs="Times New Roman"/>
                <w:color w:val="000000"/>
              </w:rPr>
              <w:t>Who is this?</w:t>
            </w: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5" o:spid="_x0000_i1029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0" w:type="auto"/>
          </w:tcPr>
          <w:p w:rsidR="006A309D" w:rsidRDefault="006A309D" w:rsidP="006B74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How do you know if this source is one you can trust?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 xml:space="preserve">I know I can trust this source because </w:t>
            </w:r>
          </w:p>
          <w:p w:rsidR="006A309D" w:rsidRPr="00376C7E" w:rsidRDefault="006A309D" w:rsidP="006B748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0B07">
              <w:rPr>
                <w:rFonts w:ascii="Times New Roman" w:hAnsi="Times New Roman" w:cs="Times New Roman"/>
                <w:color w:val="000000"/>
              </w:rPr>
              <w:pict>
                <v:rect id="_x0000_i1030" style="width:0;height:1.5pt" o:hralign="center" o:hrstd="t" o:hr="t" fillcolor="#9d9da1" stroked="f"/>
              </w:pict>
            </w: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i/>
                <w:iCs/>
                <w:color w:val="FF3300"/>
              </w:rPr>
              <w:t>Is this a high quality website?  </w:t>
            </w: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7" o:spid="_x0000_i1031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Write one or two sentences that describe the site's content: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 xml:space="preserve">This site is about </w:t>
            </w:r>
          </w:p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8" o:spid="_x0000_i1032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What new ideas does this site make you think about?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 xml:space="preserve">This site makes me think about </w:t>
            </w:r>
          </w:p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9" o:spid="_x0000_i1033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What does this site make you want to learn more about?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 xml:space="preserve">This site makes me want to learn more about </w:t>
            </w:r>
          </w:p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10" o:spid="_x0000_i1034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How do the graphics on the site help you understand it better?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 xml:space="preserve">The graphics help the meaning of the site because </w:t>
            </w:r>
          </w:p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11" o:spid="_x0000_i1035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Can you see anything missing on this site that you think would improve it?  Explain.</w:t>
            </w:r>
            <w:r w:rsidRPr="00376C7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76C7E">
              <w:rPr>
                <w:rFonts w:ascii="Times New Roman" w:hAnsi="Times New Roman" w:cs="Times New Roman"/>
                <w:color w:val="000000"/>
              </w:rPr>
              <w:br/>
              <w:t xml:space="preserve">This site would be better if it </w:t>
            </w:r>
          </w:p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12" o:spid="_x0000_i1036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0" w:type="auto"/>
          </w:tcPr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>Would you recommend this site to others?  Why or why not?</w:t>
            </w:r>
            <w:r w:rsidRPr="00376C7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A309D" w:rsidRPr="00556A74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0B07">
              <w:rPr>
                <w:rFonts w:ascii="Times New Roman" w:hAnsi="Times New Roman" w:cs="Times New Roman"/>
                <w:color w:val="000000"/>
              </w:rPr>
              <w:pict>
                <v:rect id="_x0000_i1037" style="width:0;height:1.5pt" o:hralign="center" o:hrstd="t" o:hr="t" fillcolor="#9d9da1" stroked="f"/>
              </w:pict>
            </w:r>
          </w:p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i/>
                <w:iCs/>
                <w:color w:val="FF3300"/>
              </w:rPr>
              <w:t>Can I use this website?</w:t>
            </w:r>
          </w:p>
        </w:tc>
      </w:tr>
      <w:tr w:rsidR="006A309D" w:rsidRPr="002539D1">
        <w:trPr>
          <w:tblCellSpacing w:w="15" w:type="dxa"/>
          <w:jc w:val="center"/>
        </w:trPr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39D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Picture 14" o:spid="_x0000_i1038" type="#_x0000_t75" alt="http://www.2learn.ca/evaluating/checkbullet.gif" style="width:22.5pt;height:29.25pt;visibility:visible">
                  <v:imagedata r:id="rId4" o:title=""/>
                </v:shape>
              </w:pic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0" w:type="auto"/>
          </w:tcPr>
          <w:p w:rsidR="006A309D" w:rsidRPr="00376C7E" w:rsidRDefault="006A309D" w:rsidP="00376C7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Is this topic a useful one for </w:t>
            </w:r>
            <w:r w:rsidRPr="00376C7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you</w:t>
            </w:r>
            <w:r w:rsidRPr="00376C7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to learn about?  Explain.</w:t>
            </w:r>
            <w:r w:rsidRPr="00376C7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A309D" w:rsidRDefault="006A309D" w:rsidP="00556A74"/>
    <w:sectPr w:rsidR="006A309D" w:rsidSect="00376C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C7E"/>
    <w:rsid w:val="002539D1"/>
    <w:rsid w:val="002B47FE"/>
    <w:rsid w:val="00376C7E"/>
    <w:rsid w:val="00401964"/>
    <w:rsid w:val="0045785A"/>
    <w:rsid w:val="00556A74"/>
    <w:rsid w:val="006A309D"/>
    <w:rsid w:val="006B7486"/>
    <w:rsid w:val="007363B7"/>
    <w:rsid w:val="007C0B07"/>
    <w:rsid w:val="00DE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3B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76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7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6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68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189</Words>
  <Characters>1083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Nicole Floss</cp:lastModifiedBy>
  <cp:revision>2</cp:revision>
  <dcterms:created xsi:type="dcterms:W3CDTF">2009-12-15T16:25:00Z</dcterms:created>
  <dcterms:modified xsi:type="dcterms:W3CDTF">2010-01-11T15:02:00Z</dcterms:modified>
</cp:coreProperties>
</file>